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01798" w14:textId="77777777" w:rsidR="00CA7AD6" w:rsidRPr="00546887" w:rsidRDefault="00CA7AD6" w:rsidP="001D7FAF">
      <w:pPr>
        <w:pStyle w:val="Default"/>
        <w:rPr>
          <w:b/>
          <w:bCs/>
          <w:sz w:val="23"/>
          <w:szCs w:val="23"/>
        </w:rPr>
      </w:pPr>
      <w:bookmarkStart w:id="0" w:name="_GoBack"/>
      <w:bookmarkEnd w:id="0"/>
    </w:p>
    <w:p w14:paraId="3B1E7ADE" w14:textId="77777777" w:rsidR="0017676E" w:rsidRPr="00546887" w:rsidRDefault="00A66630" w:rsidP="00546887">
      <w:pPr>
        <w:suppressAutoHyphens/>
        <w:spacing w:line="264" w:lineRule="auto"/>
        <w:jc w:val="right"/>
        <w:rPr>
          <w:rFonts w:ascii="Times New Roman" w:hAnsi="Times New Roman"/>
          <w:sz w:val="20"/>
          <w:szCs w:val="20"/>
        </w:rPr>
      </w:pPr>
      <w:r w:rsidRPr="00546887">
        <w:rPr>
          <w:rFonts w:ascii="Times New Roman" w:hAnsi="Times New Roman"/>
          <w:sz w:val="20"/>
          <w:szCs w:val="20"/>
        </w:rPr>
        <w:t xml:space="preserve">Załącznik nr </w:t>
      </w:r>
      <w:r w:rsidR="00CB327E" w:rsidRPr="00546887">
        <w:rPr>
          <w:rFonts w:ascii="Times New Roman" w:hAnsi="Times New Roman"/>
          <w:sz w:val="20"/>
          <w:szCs w:val="20"/>
        </w:rPr>
        <w:t>1</w:t>
      </w:r>
      <w:r w:rsidRPr="00546887">
        <w:rPr>
          <w:rFonts w:ascii="Times New Roman" w:hAnsi="Times New Roman"/>
          <w:sz w:val="20"/>
          <w:szCs w:val="20"/>
        </w:rPr>
        <w:t xml:space="preserve"> Formularz ofertowy</w:t>
      </w:r>
    </w:p>
    <w:p w14:paraId="56FEF133" w14:textId="77777777" w:rsidR="00FC4698" w:rsidRPr="00546887" w:rsidRDefault="00FC4698" w:rsidP="00FC46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46887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2036F858" w14:textId="77E206E8" w:rsidR="00C536E7" w:rsidRPr="00546887" w:rsidRDefault="00C536E7">
      <w:pPr>
        <w:suppressAutoHyphens/>
        <w:spacing w:line="264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2FE24D" w14:textId="77777777" w:rsidR="00C536E7" w:rsidRPr="00546887" w:rsidRDefault="00C536E7" w:rsidP="00546887">
      <w:pPr>
        <w:suppressAutoHyphens/>
        <w:spacing w:line="264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93D142" w14:textId="4AB98D5E" w:rsidR="000E12BE" w:rsidRPr="00546887" w:rsidRDefault="000E12BE" w:rsidP="00546887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Nazwa  Wykonawcy: …………………...……………………………………………………</w:t>
      </w:r>
    </w:p>
    <w:p w14:paraId="3C3A09B5" w14:textId="5E9F1072" w:rsidR="00FC4698" w:rsidRPr="00546887" w:rsidRDefault="00FC4698" w:rsidP="00546887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Adres: ………………………………………………………………………………………..</w:t>
      </w:r>
    </w:p>
    <w:p w14:paraId="63353B3D" w14:textId="3CB89C06" w:rsidR="00FC4698" w:rsidRPr="00546887" w:rsidRDefault="00FC4698" w:rsidP="00546887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NIP:……………………………………….</w:t>
      </w:r>
    </w:p>
    <w:p w14:paraId="3CC06A3E" w14:textId="679FB27D" w:rsidR="00FC4698" w:rsidRPr="00546887" w:rsidRDefault="00FC4698" w:rsidP="00546887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REGON:……………………………………</w:t>
      </w:r>
    </w:p>
    <w:p w14:paraId="3BCFA113" w14:textId="77777777" w:rsidR="000E12BE" w:rsidRPr="00546887" w:rsidRDefault="000E12BE" w:rsidP="005468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Osoba uprawniona do kontaktu z Zamawiającym:</w:t>
      </w:r>
    </w:p>
    <w:p w14:paraId="27633669" w14:textId="77777777" w:rsidR="000E12BE" w:rsidRPr="00546887" w:rsidRDefault="000E12BE" w:rsidP="00546887">
      <w:pPr>
        <w:spacing w:before="120"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Imię i Nazwisko: …………………………….………………………………………………………</w:t>
      </w:r>
    </w:p>
    <w:p w14:paraId="242B3230" w14:textId="77777777" w:rsidR="000E12BE" w:rsidRPr="00546887" w:rsidRDefault="000E12BE" w:rsidP="00546887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Stanowisko: ………………………………..…………...……………………………………………</w:t>
      </w:r>
    </w:p>
    <w:p w14:paraId="28311F53" w14:textId="77777777" w:rsidR="000E12BE" w:rsidRPr="00546887" w:rsidRDefault="000E12BE" w:rsidP="00546887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Nr telefonu: ……………………………………..…...………………………………………………</w:t>
      </w:r>
    </w:p>
    <w:p w14:paraId="7F8B7C5B" w14:textId="77777777" w:rsidR="000E12BE" w:rsidRPr="00546887" w:rsidRDefault="000E12BE" w:rsidP="00546887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E-mail: ……………………………………………...……..…………………………………………</w:t>
      </w:r>
    </w:p>
    <w:p w14:paraId="07EFF294" w14:textId="77777777" w:rsidR="000E12BE" w:rsidRPr="00546887" w:rsidRDefault="000E12BE" w:rsidP="005468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B39DF8D" w14:textId="77777777" w:rsidR="0017676E" w:rsidRPr="00546887" w:rsidRDefault="001767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9330240" w14:textId="77777777" w:rsidR="000E12BE" w:rsidRPr="00546887" w:rsidRDefault="000E12BE" w:rsidP="00546887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EA2BB0" w14:textId="77777777" w:rsidR="000E12BE" w:rsidRPr="00546887" w:rsidRDefault="000E12BE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lastRenderedPageBreak/>
        <w:t>Nawiązując do zaproszenia do składania ofert na </w:t>
      </w:r>
      <w:r w:rsidRPr="00546887">
        <w:rPr>
          <w:rFonts w:ascii="Times New Roman" w:hAnsi="Times New Roman"/>
          <w:b/>
          <w:sz w:val="24"/>
          <w:szCs w:val="24"/>
        </w:rPr>
        <w:t>świadczenie usług z medycznych w zakresie medycyny pracy w Regionalnej Dyrekcji Ochrony Środowiska w Warszawie</w:t>
      </w:r>
      <w:r w:rsidRPr="00546887">
        <w:rPr>
          <w:rFonts w:ascii="Times New Roman" w:hAnsi="Times New Roman"/>
          <w:sz w:val="24"/>
          <w:szCs w:val="24"/>
        </w:rPr>
        <w:t>, oferujemy następujące stawki ryczałtowe:</w:t>
      </w:r>
    </w:p>
    <w:tbl>
      <w:tblPr>
        <w:tblpPr w:leftFromText="141" w:rightFromText="141" w:vertAnchor="text" w:horzAnchor="margin" w:tblpY="174"/>
        <w:tblW w:w="141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637"/>
        <w:gridCol w:w="2835"/>
        <w:gridCol w:w="922"/>
        <w:gridCol w:w="567"/>
        <w:gridCol w:w="851"/>
        <w:gridCol w:w="1134"/>
        <w:gridCol w:w="1134"/>
        <w:gridCol w:w="850"/>
        <w:gridCol w:w="1134"/>
      </w:tblGrid>
      <w:tr w:rsidR="00292C9E" w:rsidRPr="00546887" w14:paraId="47394F23" w14:textId="77777777" w:rsidTr="00511482">
        <w:trPr>
          <w:trHeight w:val="300"/>
        </w:trPr>
        <w:tc>
          <w:tcPr>
            <w:tcW w:w="70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669AE1FE" w14:textId="0C9CF304" w:rsidR="000E12BE" w:rsidRPr="00546887" w:rsidRDefault="000E12BE" w:rsidP="00546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L</w:t>
            </w:r>
            <w:r w:rsidR="004B27B7"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p.</w:t>
            </w:r>
          </w:p>
        </w:tc>
        <w:tc>
          <w:tcPr>
            <w:tcW w:w="3402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5EDCAC0E" w14:textId="77777777" w:rsidR="000E12BE" w:rsidRPr="00546887" w:rsidRDefault="000E12BE" w:rsidP="00546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Nazwa usługi</w:t>
            </w:r>
          </w:p>
        </w:tc>
        <w:tc>
          <w:tcPr>
            <w:tcW w:w="63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52C18CAC" w14:textId="77777777" w:rsidR="000E12BE" w:rsidRPr="00546887" w:rsidRDefault="000E12BE" w:rsidP="00411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Ilość</w:t>
            </w:r>
          </w:p>
        </w:tc>
        <w:tc>
          <w:tcPr>
            <w:tcW w:w="2835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663E786D" w14:textId="77777777" w:rsidR="000E12BE" w:rsidRPr="00546887" w:rsidRDefault="000E12BE" w:rsidP="00546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Badania wchodzące w zakres usługi</w:t>
            </w:r>
          </w:p>
        </w:tc>
        <w:tc>
          <w:tcPr>
            <w:tcW w:w="922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059ED48E" w14:textId="77777777" w:rsidR="000E12BE" w:rsidRPr="00546887" w:rsidRDefault="000E12BE" w:rsidP="00411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Cena netto</w:t>
            </w:r>
          </w:p>
        </w:tc>
        <w:tc>
          <w:tcPr>
            <w:tcW w:w="567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394CEEBA" w14:textId="77777777" w:rsidR="000E12BE" w:rsidRPr="00546887" w:rsidRDefault="000E12BE" w:rsidP="00546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576F36AD" w14:textId="77777777" w:rsidR="000E12BE" w:rsidRPr="00546887" w:rsidRDefault="000E12BE" w:rsidP="00546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Cena Brutto</w:t>
            </w:r>
          </w:p>
        </w:tc>
        <w:tc>
          <w:tcPr>
            <w:tcW w:w="113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60917445" w14:textId="77777777" w:rsidR="000E12BE" w:rsidRPr="00546887" w:rsidRDefault="000E12BE" w:rsidP="00546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3F3F3F"/>
              <w:left w:val="nil"/>
              <w:bottom w:val="single" w:sz="4" w:space="0" w:color="3F3F3F"/>
              <w:right w:val="nil"/>
            </w:tcBorders>
            <w:shd w:val="clear" w:color="000000" w:fill="F2F2F2"/>
            <w:noWrap/>
            <w:vAlign w:val="center"/>
            <w:hideMark/>
          </w:tcPr>
          <w:p w14:paraId="47266AB6" w14:textId="77777777" w:rsidR="000E12BE" w:rsidRPr="00546887" w:rsidRDefault="000E12BE" w:rsidP="00546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Wartość brutto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D89452" w14:textId="77777777" w:rsidR="000E12BE" w:rsidRPr="00546887" w:rsidRDefault="000E12BE" w:rsidP="00546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Uwagi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BEDD37" w14:textId="77777777" w:rsidR="000E12BE" w:rsidRPr="00546887" w:rsidRDefault="000E12BE" w:rsidP="005468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>Czas realizacji</w:t>
            </w:r>
            <w:r w:rsidR="00D1751F" w:rsidRPr="00546887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(dni)</w:t>
            </w:r>
          </w:p>
        </w:tc>
      </w:tr>
      <w:tr w:rsidR="00511482" w:rsidRPr="00546887" w14:paraId="21AD91E3" w14:textId="77777777" w:rsidTr="0051148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C87A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0FD8F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Badania wstępne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3FED" w14:textId="7C2394F9" w:rsidR="000E12BE" w:rsidRPr="00546887" w:rsidRDefault="0005352D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vAlign w:val="bottom"/>
          </w:tcPr>
          <w:p w14:paraId="731D2CEE" w14:textId="34222D1A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vAlign w:val="bottom"/>
            <w:hideMark/>
          </w:tcPr>
          <w:p w14:paraId="41518B64" w14:textId="1E663336" w:rsidR="000E12BE" w:rsidRPr="00546887" w:rsidRDefault="00F3406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00</w:t>
            </w:r>
            <w:r w:rsidR="00481B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,0</w:t>
            </w:r>
            <w:r w:rsidR="000E12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bottom"/>
            <w:hideMark/>
          </w:tcPr>
          <w:p w14:paraId="705D4894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="00EA1CA2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3A05" w14:textId="51C77229" w:rsidR="000E12BE" w:rsidRPr="00546887" w:rsidRDefault="00473800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</w:t>
            </w:r>
            <w:r w:rsidR="000E12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,00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AD27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B9B1D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2FAAA1BF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400BD9C1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546887" w:rsidRPr="00546887" w14:paraId="76EE884A" w14:textId="77777777" w:rsidTr="005468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83F7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4DAF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Badania okresowe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F9D5" w14:textId="6B737D09" w:rsidR="000E12BE" w:rsidRPr="00546887" w:rsidRDefault="0005352D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bottom"/>
          </w:tcPr>
          <w:p w14:paraId="0EE23041" w14:textId="1E2904E1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vAlign w:val="bottom"/>
            <w:hideMark/>
          </w:tcPr>
          <w:p w14:paraId="1661F938" w14:textId="4890C2EC" w:rsidR="000E12BE" w:rsidRPr="00546887" w:rsidRDefault="00F3406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</w:t>
            </w:r>
            <w:r w:rsidR="00481B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0,0 </w:t>
            </w:r>
            <w:r w:rsidR="000E12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zł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bottom"/>
            <w:hideMark/>
          </w:tcPr>
          <w:p w14:paraId="47A29762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="00EA1CA2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73BA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7A56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C384A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5C88633F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7754452B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546887" w:rsidRPr="00546887" w14:paraId="6E210B87" w14:textId="77777777" w:rsidTr="005468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80E2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03DA2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Badania kontrolne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6065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bottom"/>
          </w:tcPr>
          <w:p w14:paraId="0DB3D5F1" w14:textId="26ACFBB0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vAlign w:val="bottom"/>
            <w:hideMark/>
          </w:tcPr>
          <w:p w14:paraId="47232A75" w14:textId="7492ACED" w:rsidR="000E12BE" w:rsidRPr="00546887" w:rsidRDefault="00F3406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</w:t>
            </w:r>
            <w:r w:rsidR="00481B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</w:t>
            </w:r>
            <w:r w:rsidR="000E12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,00 zł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bottom"/>
            <w:hideMark/>
          </w:tcPr>
          <w:p w14:paraId="2B20B547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="00EA1CA2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386A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0941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BFF25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49180416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39618B12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546887" w:rsidRPr="00546887" w14:paraId="7DDC2A3D" w14:textId="77777777" w:rsidTr="005468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19A8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ECD0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Badania lekarskie pracowników korzystających z samochodów służbowych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DCE7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bottom"/>
            <w:hideMark/>
          </w:tcPr>
          <w:p w14:paraId="16C44EC8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vAlign w:val="bottom"/>
            <w:hideMark/>
          </w:tcPr>
          <w:p w14:paraId="040EFF5D" w14:textId="3A00EE18" w:rsidR="000E12BE" w:rsidRPr="00546887" w:rsidRDefault="00F3406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00</w:t>
            </w:r>
            <w:r w:rsidR="000E12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,00 zł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bottom"/>
            <w:hideMark/>
          </w:tcPr>
          <w:p w14:paraId="4E6748CF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="00EA1CA2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059D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3EC4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199E2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43291AD0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1AF681BF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546887" w:rsidRPr="00546887" w14:paraId="7477C5DC" w14:textId="77777777" w:rsidTr="0054688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6CA9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44AA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Szczepienie przeciw </w:t>
            </w:r>
            <w:proofErr w:type="spellStart"/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odkleszczowemu</w:t>
            </w:r>
            <w:proofErr w:type="spellEnd"/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zapaleniu opon mózgowo-rdzeniowych (dawka przypominająca)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3395" w14:textId="50BADB12" w:rsidR="000E12BE" w:rsidRPr="00546887" w:rsidRDefault="00481B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bottom"/>
            <w:hideMark/>
          </w:tcPr>
          <w:p w14:paraId="17A0B56C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vAlign w:val="bottom"/>
            <w:hideMark/>
          </w:tcPr>
          <w:p w14:paraId="0B5C9EFE" w14:textId="2B731EE7" w:rsidR="000E12BE" w:rsidRPr="00546887" w:rsidRDefault="00F3406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</w:t>
            </w:r>
            <w:r w:rsidR="00481B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</w:t>
            </w:r>
            <w:r w:rsidR="000E12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00 zł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bottom"/>
            <w:hideMark/>
          </w:tcPr>
          <w:p w14:paraId="7B4C36EF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="00EA1CA2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65A9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E189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4EFC7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716F892B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5EEE3BC4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546887" w:rsidRPr="00546887" w14:paraId="7A4C4AFB" w14:textId="77777777" w:rsidTr="00546887">
        <w:trPr>
          <w:trHeight w:val="1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8C33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6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3CFF" w14:textId="7A7543D4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Szczepienie przeciw </w:t>
            </w:r>
            <w:proofErr w:type="spellStart"/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odkleszczowemu</w:t>
            </w:r>
            <w:proofErr w:type="spellEnd"/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zapaleniu opon mózgowo-rdzeniowych (</w:t>
            </w:r>
            <w:r w:rsidR="00481B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dawka pierwotna</w:t>
            </w: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CC84" w14:textId="7FB819E4" w:rsidR="000E12BE" w:rsidRPr="00546887" w:rsidRDefault="00481B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  <w:r w:rsidR="000E12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bottom"/>
            <w:hideMark/>
          </w:tcPr>
          <w:p w14:paraId="378FC18A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vAlign w:val="bottom"/>
            <w:hideMark/>
          </w:tcPr>
          <w:p w14:paraId="21009FF4" w14:textId="54C64606" w:rsidR="000E12BE" w:rsidRPr="00546887" w:rsidRDefault="00F3406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</w:t>
            </w:r>
            <w:r w:rsidR="00481B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</w:t>
            </w:r>
            <w:r w:rsidR="000E12BE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,00 zł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 w:themeFill="accent5" w:themeFillTint="66"/>
            <w:noWrap/>
            <w:vAlign w:val="bottom"/>
            <w:hideMark/>
          </w:tcPr>
          <w:p w14:paraId="30051ECC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="00EA1CA2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32B4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FEE1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2CF44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4B9608CB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55DC2A36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0E12BE" w:rsidRPr="00546887" w14:paraId="32E7048E" w14:textId="77777777" w:rsidTr="00CC4EB7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57891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7</w:t>
            </w:r>
          </w:p>
        </w:tc>
        <w:tc>
          <w:tcPr>
            <w:tcW w:w="1346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3669" w14:textId="54A24FE6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Badania dodatkowe wynikające z zakresu medycyny pracy (proszę uzupełnić jakie, np. EKG</w:t>
            </w:r>
            <w:r w:rsidR="00171010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, wpisując w każdej z pozycji Ilość – wartość 4</w:t>
            </w: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):</w:t>
            </w:r>
          </w:p>
        </w:tc>
      </w:tr>
      <w:tr w:rsidR="00546887" w:rsidRPr="00546887" w14:paraId="43092AF4" w14:textId="77777777" w:rsidTr="00546887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63A68E15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7.1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07A594F2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.........................................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CF2B" w14:textId="55793A4E" w:rsidR="000E12BE" w:rsidRPr="00546887" w:rsidRDefault="00024015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6ECB9ADB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n/d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bottom"/>
            <w:hideMark/>
          </w:tcPr>
          <w:p w14:paraId="1400B5AD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7A4679E6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="00EA1CA2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5467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EA54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B7C8C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3B75CD25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314BC674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546887" w:rsidRPr="00546887" w14:paraId="16CB563E" w14:textId="77777777" w:rsidTr="00546887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51C1B22C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0EDD3288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.........................................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3823" w14:textId="26BEB248" w:rsidR="000E12BE" w:rsidRPr="00546887" w:rsidRDefault="00024015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25BE816A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n/d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bottom"/>
            <w:hideMark/>
          </w:tcPr>
          <w:p w14:paraId="18778C2A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3D48D3C4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="00EA1CA2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DBFF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9EA8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73E6A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65E248DD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351236C1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546887" w:rsidRPr="00546887" w14:paraId="12F2F600" w14:textId="77777777" w:rsidTr="00546887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1B850FB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67077975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.........................................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7A43" w14:textId="7CCA35DD" w:rsidR="000E12BE" w:rsidRPr="00546887" w:rsidRDefault="00024015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2D1E2060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n/d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bottom"/>
            <w:hideMark/>
          </w:tcPr>
          <w:p w14:paraId="77CCDA03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08D4AED0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="00EA1CA2"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0FA4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FB9E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0AB99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0,00 zł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0BB3E633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0F92EF4C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0E12BE" w:rsidRPr="00546887" w14:paraId="0FFE7928" w14:textId="77777777" w:rsidTr="00CC4EB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14:paraId="0DD42B1B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65AC4" w14:textId="7F55FC0E" w:rsidR="000E12BE" w:rsidRPr="00546887" w:rsidRDefault="000E12BE" w:rsidP="005468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 </w:t>
            </w:r>
            <w:r w:rsidR="0006565E" w:rsidRPr="00546887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Wartość łącznie</w:t>
            </w:r>
            <w:r w:rsidR="00354AC0" w:rsidRPr="00546887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 xml:space="preserve"> (suma pozycji 1 – 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CE46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0,00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0854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0,00 zł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617F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2B56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0E12BE" w:rsidRPr="00546887" w14:paraId="4AA2F575" w14:textId="77777777" w:rsidTr="00546887">
        <w:trPr>
          <w:trHeight w:val="4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307AB133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14:paraId="6DECB7CF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46887">
              <w:rPr>
                <w:rFonts w:ascii="Times New Roman" w:eastAsia="Times New Roman" w:hAnsi="Times New Roman"/>
                <w:color w:val="000000"/>
                <w:lang w:eastAsia="pl-PL"/>
              </w:rPr>
              <w:t>Wypełnia osoba składająca ofertę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6893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AA4B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BF63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FF06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5CA6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337B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D417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7177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A67D" w14:textId="77777777" w:rsidR="000E12BE" w:rsidRPr="00546887" w:rsidRDefault="000E12BE" w:rsidP="005468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</w:tbl>
    <w:p w14:paraId="6AE95800" w14:textId="77777777" w:rsidR="00AF6270" w:rsidRPr="00546887" w:rsidRDefault="00AF6270" w:rsidP="00AF6270">
      <w:pPr>
        <w:spacing w:after="40"/>
        <w:contextualSpacing/>
        <w:rPr>
          <w:rFonts w:ascii="Arial" w:hAnsi="Arial" w:cs="Arial"/>
          <w:b/>
        </w:rPr>
      </w:pPr>
    </w:p>
    <w:p w14:paraId="6E593EA7" w14:textId="77777777" w:rsidR="00FC4698" w:rsidRPr="00546887" w:rsidRDefault="00FC4698" w:rsidP="00AF6270">
      <w:pPr>
        <w:spacing w:after="40"/>
        <w:ind w:left="459"/>
        <w:rPr>
          <w:rFonts w:ascii="Times New Roman" w:hAnsi="Times New Roman"/>
        </w:rPr>
      </w:pPr>
    </w:p>
    <w:p w14:paraId="1989AEDD" w14:textId="00BB673F" w:rsidR="00AF6270" w:rsidRPr="00546887" w:rsidRDefault="00457331" w:rsidP="00AF6270">
      <w:pPr>
        <w:spacing w:after="40"/>
        <w:ind w:left="459"/>
        <w:rPr>
          <w:rFonts w:ascii="Times New Roman" w:hAnsi="Times New Roman"/>
        </w:rPr>
      </w:pPr>
      <w:r w:rsidRPr="00546887">
        <w:rPr>
          <w:rFonts w:ascii="Times New Roman" w:hAnsi="Times New Roman"/>
        </w:rPr>
        <w:lastRenderedPageBreak/>
        <w:t>Oświadczamy, że</w:t>
      </w:r>
      <w:r w:rsidR="00AF6270" w:rsidRPr="00546887">
        <w:rPr>
          <w:rFonts w:ascii="Times New Roman" w:hAnsi="Times New Roman"/>
        </w:rPr>
        <w:t>:</w:t>
      </w:r>
    </w:p>
    <w:p w14:paraId="76B826C7" w14:textId="7211D4B8" w:rsidR="001C672C" w:rsidRPr="00546887" w:rsidRDefault="001C672C" w:rsidP="001C672C">
      <w:pPr>
        <w:pStyle w:val="Akapitzlist"/>
        <w:numPr>
          <w:ilvl w:val="1"/>
          <w:numId w:val="26"/>
        </w:numPr>
        <w:spacing w:after="40"/>
        <w:rPr>
          <w:rFonts w:ascii="Times New Roman" w:hAnsi="Times New Roman"/>
        </w:rPr>
      </w:pPr>
      <w:r w:rsidRPr="00546887">
        <w:rPr>
          <w:rFonts w:ascii="Times New Roman" w:hAnsi="Times New Roman"/>
        </w:rPr>
        <w:t>Posiadamy umowę ubezpieczenia odpowiedzialności cywilnej, zgodnie z rozporządzeniem Ministra Finansów z dnia 22 grudnia 2011 r. w sprawie obowiązkowego ubezpieczenia odpowiedzialności cywilnej podmiotu wykonującego działalność leczniczą (Dz. U. z 2011r. poz. 1729) .</w:t>
      </w:r>
    </w:p>
    <w:p w14:paraId="59361D31" w14:textId="7925A9F2" w:rsidR="001C672C" w:rsidRPr="00546887" w:rsidRDefault="001C672C" w:rsidP="001C672C">
      <w:pPr>
        <w:pStyle w:val="Akapitzlist"/>
        <w:numPr>
          <w:ilvl w:val="1"/>
          <w:numId w:val="26"/>
        </w:numPr>
        <w:spacing w:after="40"/>
        <w:contextualSpacing w:val="0"/>
        <w:rPr>
          <w:rFonts w:ascii="Times New Roman" w:hAnsi="Times New Roman"/>
        </w:rPr>
      </w:pPr>
      <w:r w:rsidRPr="00546887">
        <w:rPr>
          <w:rFonts w:ascii="Times New Roman" w:hAnsi="Times New Roman"/>
        </w:rPr>
        <w:t>Prowadzimy  działalność gospodarcza w zakresie wykonywania świadczeń zdrowotnych i posiadamy wpis do Rejestru Podmiotów Wykonujących Działalność Leczniczą prowadzony przez uprawniony organ.</w:t>
      </w:r>
    </w:p>
    <w:p w14:paraId="520600CB" w14:textId="0C0ABC11" w:rsidR="00AF6270" w:rsidRPr="00546887" w:rsidRDefault="00AF6270" w:rsidP="001C672C">
      <w:pPr>
        <w:pStyle w:val="Akapitzlist"/>
        <w:numPr>
          <w:ilvl w:val="1"/>
          <w:numId w:val="26"/>
        </w:numPr>
        <w:spacing w:after="40"/>
        <w:contextualSpacing w:val="0"/>
        <w:rPr>
          <w:rFonts w:ascii="Times New Roman" w:hAnsi="Times New Roman"/>
        </w:rPr>
      </w:pPr>
      <w:r w:rsidRPr="00546887">
        <w:rPr>
          <w:rFonts w:ascii="Times New Roman" w:hAnsi="Times New Roman"/>
        </w:rPr>
        <w:t>Przedmiot zamówienia wykonamy siłami własnymi</w:t>
      </w:r>
      <w:r w:rsidR="00457331" w:rsidRPr="00546887">
        <w:rPr>
          <w:rFonts w:ascii="Times New Roman" w:hAnsi="Times New Roman"/>
        </w:rPr>
        <w:t>*</w:t>
      </w:r>
      <w:r w:rsidRPr="00546887">
        <w:rPr>
          <w:rFonts w:ascii="Times New Roman" w:hAnsi="Times New Roman"/>
        </w:rPr>
        <w:t>;</w:t>
      </w:r>
    </w:p>
    <w:p w14:paraId="4B59418A" w14:textId="01AFBFD8" w:rsidR="00AF6270" w:rsidRPr="00546887" w:rsidRDefault="00AF6270" w:rsidP="00AF6270">
      <w:pPr>
        <w:pStyle w:val="Akapitzlist"/>
        <w:numPr>
          <w:ilvl w:val="1"/>
          <w:numId w:val="26"/>
        </w:numPr>
        <w:spacing w:after="40"/>
        <w:contextualSpacing w:val="0"/>
        <w:rPr>
          <w:rFonts w:ascii="Times New Roman" w:hAnsi="Times New Roman"/>
        </w:rPr>
      </w:pPr>
      <w:r w:rsidRPr="00546887">
        <w:rPr>
          <w:rFonts w:ascii="Times New Roman" w:hAnsi="Times New Roman"/>
        </w:rPr>
        <w:t>Powierzymy następującym podwykonawcom realizację następujących części zamówienia</w:t>
      </w:r>
      <w:r w:rsidR="00457331" w:rsidRPr="00546887">
        <w:rPr>
          <w:rFonts w:ascii="Times New Roman" w:hAnsi="Times New Roman"/>
        </w:rPr>
        <w:t>*</w:t>
      </w:r>
      <w:r w:rsidRPr="00546887">
        <w:rPr>
          <w:rFonts w:ascii="Times New Roman" w:hAnsi="Times New Roman"/>
        </w:rPr>
        <w:t xml:space="preserve">: </w:t>
      </w:r>
    </w:p>
    <w:p w14:paraId="03D1CE7E" w14:textId="77777777" w:rsidR="00457331" w:rsidRPr="00546887" w:rsidRDefault="00457331" w:rsidP="00546887">
      <w:pPr>
        <w:pStyle w:val="Akapitzlist"/>
        <w:spacing w:after="40"/>
        <w:ind w:left="1260"/>
        <w:contextualSpacing w:val="0"/>
        <w:rPr>
          <w:rFonts w:ascii="Arial" w:hAnsi="Arial" w:cs="Arial"/>
        </w:rPr>
      </w:pPr>
    </w:p>
    <w:tbl>
      <w:tblPr>
        <w:tblStyle w:val="Tabela-Siatka"/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483"/>
        <w:gridCol w:w="5012"/>
        <w:gridCol w:w="7087"/>
      </w:tblGrid>
      <w:tr w:rsidR="00AF6270" w:rsidRPr="00546887" w14:paraId="37080A62" w14:textId="77777777" w:rsidTr="00546887">
        <w:tc>
          <w:tcPr>
            <w:tcW w:w="483" w:type="dxa"/>
          </w:tcPr>
          <w:p w14:paraId="3A342426" w14:textId="74816AF3" w:rsidR="00AF6270" w:rsidRPr="00546887" w:rsidRDefault="00AF6270" w:rsidP="00546887">
            <w:pPr>
              <w:pStyle w:val="Akapitzlist"/>
              <w:spacing w:after="40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6887">
              <w:rPr>
                <w:rFonts w:ascii="Times New Roman" w:hAnsi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012" w:type="dxa"/>
          </w:tcPr>
          <w:p w14:paraId="7D5B978C" w14:textId="77777777" w:rsidR="00AF6270" w:rsidRPr="00546887" w:rsidRDefault="00AF6270" w:rsidP="00416FFD">
            <w:pPr>
              <w:pStyle w:val="Akapitzlist"/>
              <w:spacing w:after="4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46887">
              <w:rPr>
                <w:rFonts w:ascii="Times New Roman" w:hAnsi="Times New Roman"/>
                <w:sz w:val="20"/>
                <w:szCs w:val="20"/>
              </w:rPr>
              <w:t>Nazwa (firma) podwykonawcy</w:t>
            </w:r>
          </w:p>
        </w:tc>
        <w:tc>
          <w:tcPr>
            <w:tcW w:w="7087" w:type="dxa"/>
          </w:tcPr>
          <w:p w14:paraId="3DD1DC95" w14:textId="77777777" w:rsidR="00AF6270" w:rsidRPr="00546887" w:rsidRDefault="00AF6270" w:rsidP="00416FFD">
            <w:pPr>
              <w:pStyle w:val="Akapitzlist"/>
              <w:spacing w:after="4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46887">
              <w:rPr>
                <w:rFonts w:ascii="Times New Roman" w:hAnsi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AF6270" w:rsidRPr="00546887" w14:paraId="68B54D6A" w14:textId="77777777" w:rsidTr="00546887">
        <w:tc>
          <w:tcPr>
            <w:tcW w:w="483" w:type="dxa"/>
          </w:tcPr>
          <w:p w14:paraId="4A832BAA" w14:textId="77777777" w:rsidR="00AF6270" w:rsidRPr="00546887" w:rsidRDefault="00AF6270" w:rsidP="00416FFD">
            <w:pPr>
              <w:pStyle w:val="Akapitzlist"/>
              <w:spacing w:after="40"/>
              <w:ind w:left="0"/>
              <w:rPr>
                <w:rFonts w:ascii="Arial" w:hAnsi="Arial" w:cs="Arial"/>
              </w:rPr>
            </w:pPr>
          </w:p>
        </w:tc>
        <w:tc>
          <w:tcPr>
            <w:tcW w:w="5012" w:type="dxa"/>
          </w:tcPr>
          <w:p w14:paraId="252EFF56" w14:textId="77777777" w:rsidR="00AF6270" w:rsidRPr="00546887" w:rsidRDefault="00AF6270" w:rsidP="00416FFD">
            <w:pPr>
              <w:pStyle w:val="Akapitzlist"/>
              <w:spacing w:after="40"/>
              <w:ind w:left="0"/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17065345" w14:textId="77777777" w:rsidR="00AF6270" w:rsidRPr="00546887" w:rsidRDefault="00AF6270" w:rsidP="00416FFD">
            <w:pPr>
              <w:pStyle w:val="Akapitzlist"/>
              <w:spacing w:after="40"/>
              <w:ind w:left="0"/>
              <w:rPr>
                <w:rFonts w:ascii="Arial" w:hAnsi="Arial" w:cs="Arial"/>
              </w:rPr>
            </w:pPr>
          </w:p>
        </w:tc>
      </w:tr>
      <w:tr w:rsidR="00AF6270" w:rsidRPr="00546887" w14:paraId="23C9A372" w14:textId="77777777" w:rsidTr="00546887">
        <w:tc>
          <w:tcPr>
            <w:tcW w:w="483" w:type="dxa"/>
          </w:tcPr>
          <w:p w14:paraId="0E67C310" w14:textId="77777777" w:rsidR="00AF6270" w:rsidRPr="00546887" w:rsidRDefault="00AF6270" w:rsidP="00416FFD">
            <w:pPr>
              <w:pStyle w:val="Akapitzlist"/>
              <w:spacing w:after="40"/>
              <w:ind w:left="0"/>
              <w:rPr>
                <w:rFonts w:ascii="Arial" w:hAnsi="Arial" w:cs="Arial"/>
              </w:rPr>
            </w:pPr>
          </w:p>
        </w:tc>
        <w:tc>
          <w:tcPr>
            <w:tcW w:w="5012" w:type="dxa"/>
          </w:tcPr>
          <w:p w14:paraId="3DB2F156" w14:textId="77777777" w:rsidR="00AF6270" w:rsidRPr="00546887" w:rsidRDefault="00AF6270" w:rsidP="00416FFD">
            <w:pPr>
              <w:pStyle w:val="Akapitzlist"/>
              <w:spacing w:after="40"/>
              <w:ind w:left="0"/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14:paraId="14E156BF" w14:textId="77777777" w:rsidR="00AF6270" w:rsidRPr="00546887" w:rsidRDefault="00AF6270" w:rsidP="00416FFD">
            <w:pPr>
              <w:pStyle w:val="Akapitzlist"/>
              <w:spacing w:after="40"/>
              <w:ind w:left="0"/>
              <w:rPr>
                <w:rFonts w:ascii="Arial" w:hAnsi="Arial" w:cs="Arial"/>
              </w:rPr>
            </w:pPr>
          </w:p>
        </w:tc>
      </w:tr>
    </w:tbl>
    <w:p w14:paraId="09901FE3" w14:textId="204F7755" w:rsidR="00AF6270" w:rsidRPr="00546887" w:rsidRDefault="00457331" w:rsidP="00546887">
      <w:pPr>
        <w:pStyle w:val="Akapitzlist"/>
        <w:spacing w:after="40"/>
        <w:ind w:left="1620"/>
        <w:rPr>
          <w:rFonts w:ascii="Arial" w:hAnsi="Arial" w:cs="Arial"/>
        </w:rPr>
      </w:pPr>
      <w:r w:rsidRPr="00546887">
        <w:rPr>
          <w:rFonts w:ascii="Arial" w:hAnsi="Arial" w:cs="Arial"/>
        </w:rPr>
        <w:t>*</w:t>
      </w:r>
      <w:r w:rsidRPr="00546887">
        <w:rPr>
          <w:rFonts w:ascii="Times New Roman" w:hAnsi="Times New Roman"/>
          <w:sz w:val="20"/>
          <w:szCs w:val="20"/>
        </w:rPr>
        <w:t>niewłaściwe skreślić</w:t>
      </w:r>
    </w:p>
    <w:p w14:paraId="2486DAD8" w14:textId="77777777" w:rsidR="000E12BE" w:rsidRPr="00546887" w:rsidRDefault="000E12BE" w:rsidP="00546887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6887">
        <w:rPr>
          <w:rFonts w:ascii="Times New Roman" w:hAnsi="Times New Roman"/>
          <w:b/>
          <w:sz w:val="24"/>
          <w:szCs w:val="24"/>
        </w:rPr>
        <w:t>Uwagi:</w:t>
      </w:r>
    </w:p>
    <w:p w14:paraId="64866164" w14:textId="77777777" w:rsidR="000E12BE" w:rsidRPr="00546887" w:rsidRDefault="000E12BE" w:rsidP="00546887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125319C4" w14:textId="77777777" w:rsidR="000E12BE" w:rsidRPr="00546887" w:rsidRDefault="000E12BE" w:rsidP="00546887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6887">
        <w:rPr>
          <w:rFonts w:ascii="Times New Roman" w:hAnsi="Times New Roman"/>
          <w:b/>
          <w:sz w:val="24"/>
          <w:szCs w:val="24"/>
        </w:rPr>
        <w:t>Do oferty załączono:</w:t>
      </w:r>
    </w:p>
    <w:p w14:paraId="799C96D1" w14:textId="77777777" w:rsidR="00292C9E" w:rsidRPr="00546887" w:rsidRDefault="00292C9E" w:rsidP="00292C9E">
      <w:pPr>
        <w:numPr>
          <w:ilvl w:val="0"/>
          <w:numId w:val="1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Wykaz placówek Wykonawcy;</w:t>
      </w:r>
    </w:p>
    <w:p w14:paraId="0752D6CD" w14:textId="22E6E217" w:rsidR="00292C9E" w:rsidRPr="00546887" w:rsidRDefault="00292C9E" w:rsidP="00292C9E">
      <w:pPr>
        <w:numPr>
          <w:ilvl w:val="0"/>
          <w:numId w:val="1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Zasady świadczenia usług medycyny pracy</w:t>
      </w:r>
    </w:p>
    <w:p w14:paraId="0E7C5E2E" w14:textId="4BB233AF" w:rsidR="00B83E9C" w:rsidRPr="00546887" w:rsidRDefault="00B83E9C" w:rsidP="00292C9E">
      <w:pPr>
        <w:numPr>
          <w:ilvl w:val="0"/>
          <w:numId w:val="13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Wzór skierowania na badania</w:t>
      </w:r>
    </w:p>
    <w:p w14:paraId="0B72C549" w14:textId="77777777" w:rsidR="000E12BE" w:rsidRPr="00546887" w:rsidRDefault="000E12BE">
      <w:pPr>
        <w:spacing w:after="0" w:line="280" w:lineRule="exact"/>
        <w:ind w:left="720"/>
        <w:jc w:val="both"/>
        <w:rPr>
          <w:rFonts w:ascii="Times New Roman" w:hAnsi="Times New Roman"/>
          <w:sz w:val="24"/>
          <w:szCs w:val="24"/>
        </w:rPr>
      </w:pPr>
    </w:p>
    <w:p w14:paraId="4D074A46" w14:textId="77777777" w:rsidR="000E12BE" w:rsidRPr="00546887" w:rsidRDefault="000E12BE" w:rsidP="00546887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DFBE509" w14:textId="77777777" w:rsidR="000E12BE" w:rsidRPr="00546887" w:rsidRDefault="000E12BE" w:rsidP="00546887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38E762B" w14:textId="77777777" w:rsidR="000E12BE" w:rsidRPr="00546887" w:rsidRDefault="000E12BE" w:rsidP="00546887">
      <w:pPr>
        <w:jc w:val="both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.................................... , dnia ..................................</w:t>
      </w:r>
    </w:p>
    <w:p w14:paraId="4B5818AD" w14:textId="4F76E5E6" w:rsidR="000E12BE" w:rsidRPr="00546887" w:rsidRDefault="00C52BB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546887">
        <w:rPr>
          <w:rFonts w:ascii="Times New Roman" w:hAnsi="Times New Roman"/>
          <w:sz w:val="24"/>
          <w:szCs w:val="24"/>
        </w:rPr>
        <w:t>……………………………………..</w:t>
      </w:r>
      <w:r w:rsidR="000E12BE" w:rsidRPr="00546887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0DB78283" w14:textId="77777777" w:rsidR="000E12BE" w:rsidRPr="002729E8" w:rsidRDefault="000E12BE" w:rsidP="00546887">
      <w:pPr>
        <w:spacing w:after="0"/>
        <w:ind w:left="4956" w:firstLine="573"/>
        <w:jc w:val="right"/>
        <w:rPr>
          <w:rFonts w:ascii="Times New Roman" w:hAnsi="Times New Roman"/>
          <w:i/>
          <w:sz w:val="24"/>
          <w:szCs w:val="24"/>
        </w:rPr>
      </w:pPr>
      <w:r w:rsidRPr="00546887">
        <w:rPr>
          <w:rFonts w:ascii="Times New Roman" w:hAnsi="Times New Roman"/>
          <w:i/>
          <w:sz w:val="24"/>
          <w:szCs w:val="24"/>
        </w:rPr>
        <w:t>( podpis i pieczęć osoby upoważnionej do reprezentowania Wykonawcy )</w:t>
      </w:r>
    </w:p>
    <w:p w14:paraId="54169103" w14:textId="77777777" w:rsidR="00633F2F" w:rsidRPr="0068424E" w:rsidRDefault="00633F2F" w:rsidP="00546887">
      <w:pPr>
        <w:spacing w:after="0" w:line="360" w:lineRule="auto"/>
        <w:jc w:val="both"/>
      </w:pPr>
    </w:p>
    <w:sectPr w:rsidR="00633F2F" w:rsidRPr="0068424E" w:rsidSect="00E62B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135" w:bottom="1418" w:left="1418" w:header="340" w:footer="39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9B7DB6" w16cid:durableId="1EFAB6BA"/>
  <w16cid:commentId w16cid:paraId="13327C72" w16cid:durableId="1EFAB6BB"/>
  <w16cid:commentId w16cid:paraId="12DCE647" w16cid:durableId="1EFAB6BC"/>
  <w16cid:commentId w16cid:paraId="3F7AE27F" w16cid:durableId="1EFAB6BD"/>
  <w16cid:commentId w16cid:paraId="2B0A6746" w16cid:durableId="1EFC0B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C15EC" w14:textId="77777777" w:rsidR="0076240D" w:rsidRDefault="0076240D" w:rsidP="000F38F9">
      <w:pPr>
        <w:spacing w:after="0" w:line="240" w:lineRule="auto"/>
      </w:pPr>
      <w:r>
        <w:separator/>
      </w:r>
    </w:p>
  </w:endnote>
  <w:endnote w:type="continuationSeparator" w:id="0">
    <w:p w14:paraId="7F40F0A0" w14:textId="77777777" w:rsidR="0076240D" w:rsidRDefault="0076240D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F3497" w14:textId="77777777" w:rsidR="00C52E67" w:rsidRDefault="00C52E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3B5EE" w14:textId="77777777" w:rsidR="00026D02" w:rsidRDefault="00026D02" w:rsidP="007A7EB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E656DDD" wp14:editId="2434A0F0">
          <wp:extent cx="5575300" cy="1003300"/>
          <wp:effectExtent l="0" t="0" r="6350" b="6350"/>
          <wp:docPr id="3" name="Obraz 3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3CC84" w14:textId="77777777" w:rsidR="00026D02" w:rsidRPr="00425F85" w:rsidRDefault="00026D02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1DB2C02" wp14:editId="00342CAF">
          <wp:extent cx="5575300" cy="1003300"/>
          <wp:effectExtent l="0" t="0" r="6350" b="6350"/>
          <wp:docPr id="2" name="Obraz 2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2C765" w14:textId="77777777" w:rsidR="0076240D" w:rsidRDefault="0076240D" w:rsidP="000F38F9">
      <w:pPr>
        <w:spacing w:after="0" w:line="240" w:lineRule="auto"/>
      </w:pPr>
      <w:r>
        <w:separator/>
      </w:r>
    </w:p>
  </w:footnote>
  <w:footnote w:type="continuationSeparator" w:id="0">
    <w:p w14:paraId="69FF1B1A" w14:textId="77777777" w:rsidR="0076240D" w:rsidRDefault="0076240D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7F5E9" w14:textId="77777777" w:rsidR="00C52E67" w:rsidRDefault="00C52E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F7946" w14:textId="77777777" w:rsidR="00026D02" w:rsidRDefault="00026D02" w:rsidP="000F38F9">
    <w:pPr>
      <w:pStyle w:val="Nagwek"/>
      <w:ind w:hanging="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A8981" w14:textId="77777777" w:rsidR="00026D02" w:rsidRDefault="00026D02" w:rsidP="00425F85">
    <w:pPr>
      <w:pStyle w:val="Nagwek"/>
      <w:tabs>
        <w:tab w:val="clear" w:pos="4536"/>
        <w:tab w:val="clear" w:pos="9072"/>
      </w:tabs>
      <w:ind w:hanging="851"/>
    </w:pPr>
    <w:r w:rsidRPr="007922DD">
      <w:rPr>
        <w:noProof/>
        <w:lang w:eastAsia="pl-PL"/>
      </w:rPr>
      <w:drawing>
        <wp:inline distT="0" distB="0" distL="0" distR="0" wp14:anchorId="120ECF03" wp14:editId="5D2865ED">
          <wp:extent cx="4905375" cy="942975"/>
          <wp:effectExtent l="19050" t="0" r="0" b="0"/>
          <wp:docPr id="4" name="Obraz 1" descr="logo_RDOS_Warszawa_W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Warszawa_WA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786"/>
    <w:multiLevelType w:val="multilevel"/>
    <w:tmpl w:val="1F2C43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2B07AF"/>
    <w:multiLevelType w:val="hybridMultilevel"/>
    <w:tmpl w:val="38AECCE6"/>
    <w:lvl w:ilvl="0" w:tplc="2F40369E">
      <w:start w:val="1"/>
      <w:numFmt w:val="decimal"/>
      <w:lvlText w:val="%1)"/>
      <w:lvlJc w:val="left"/>
      <w:pPr>
        <w:ind w:left="78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EE93C4B"/>
    <w:multiLevelType w:val="hybridMultilevel"/>
    <w:tmpl w:val="F888FD52"/>
    <w:lvl w:ilvl="0" w:tplc="E7C28DCA">
      <w:start w:val="12"/>
      <w:numFmt w:val="upperRoman"/>
      <w:lvlText w:val="%1."/>
      <w:lvlJc w:val="left"/>
      <w:pPr>
        <w:ind w:left="16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>
    <w:nsid w:val="0F207331"/>
    <w:multiLevelType w:val="hybridMultilevel"/>
    <w:tmpl w:val="FBEC2096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58D071D"/>
    <w:multiLevelType w:val="multilevel"/>
    <w:tmpl w:val="BFBAC978"/>
    <w:lvl w:ilvl="0">
      <w:start w:val="1"/>
      <w:numFmt w:val="decimal"/>
      <w:lvlText w:val="%1."/>
      <w:lvlJc w:val="left"/>
      <w:pPr>
        <w:ind w:left="560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2062" w:hanging="360"/>
      </w:pPr>
    </w:lvl>
    <w:lvl w:ilvl="2">
      <w:start w:val="1"/>
      <w:numFmt w:val="decimal"/>
      <w:isLgl/>
      <w:lvlText w:val="%1.%2.%3"/>
      <w:lvlJc w:val="left"/>
      <w:pPr>
        <w:ind w:left="5966" w:hanging="720"/>
      </w:pPr>
    </w:lvl>
    <w:lvl w:ilvl="3">
      <w:start w:val="1"/>
      <w:numFmt w:val="decimal"/>
      <w:isLgl/>
      <w:lvlText w:val="%1.%2.%3.%4"/>
      <w:lvlJc w:val="left"/>
      <w:pPr>
        <w:ind w:left="5966" w:hanging="720"/>
      </w:pPr>
    </w:lvl>
    <w:lvl w:ilvl="4">
      <w:start w:val="1"/>
      <w:numFmt w:val="decimal"/>
      <w:isLgl/>
      <w:lvlText w:val="%1.%2.%3.%4.%5"/>
      <w:lvlJc w:val="left"/>
      <w:pPr>
        <w:ind w:left="6326" w:hanging="1080"/>
      </w:pPr>
    </w:lvl>
    <w:lvl w:ilvl="5">
      <w:start w:val="1"/>
      <w:numFmt w:val="decimal"/>
      <w:isLgl/>
      <w:lvlText w:val="%1.%2.%3.%4.%5.%6"/>
      <w:lvlJc w:val="left"/>
      <w:pPr>
        <w:ind w:left="6326" w:hanging="1080"/>
      </w:pPr>
    </w:lvl>
    <w:lvl w:ilvl="6">
      <w:start w:val="1"/>
      <w:numFmt w:val="decimal"/>
      <w:isLgl/>
      <w:lvlText w:val="%1.%2.%3.%4.%5.%6.%7"/>
      <w:lvlJc w:val="left"/>
      <w:pPr>
        <w:ind w:left="6686" w:hanging="1440"/>
      </w:pPr>
    </w:lvl>
    <w:lvl w:ilvl="7">
      <w:start w:val="1"/>
      <w:numFmt w:val="decimal"/>
      <w:isLgl/>
      <w:lvlText w:val="%1.%2.%3.%4.%5.%6.%7.%8"/>
      <w:lvlJc w:val="left"/>
      <w:pPr>
        <w:ind w:left="6686" w:hanging="1440"/>
      </w:pPr>
    </w:lvl>
    <w:lvl w:ilvl="8">
      <w:start w:val="1"/>
      <w:numFmt w:val="decimal"/>
      <w:isLgl/>
      <w:lvlText w:val="%1.%2.%3.%4.%5.%6.%7.%8.%9"/>
      <w:lvlJc w:val="left"/>
      <w:pPr>
        <w:ind w:left="7046" w:hanging="1800"/>
      </w:pPr>
    </w:lvl>
  </w:abstractNum>
  <w:abstractNum w:abstractNumId="5">
    <w:nsid w:val="16B42804"/>
    <w:multiLevelType w:val="hybridMultilevel"/>
    <w:tmpl w:val="C4D0EAD8"/>
    <w:lvl w:ilvl="0" w:tplc="FC7E2D6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1754575"/>
    <w:multiLevelType w:val="multilevel"/>
    <w:tmpl w:val="38F6A4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</w:abstractNum>
  <w:abstractNum w:abstractNumId="7">
    <w:nsid w:val="30E86422"/>
    <w:multiLevelType w:val="hybridMultilevel"/>
    <w:tmpl w:val="686C5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E4A3C"/>
    <w:multiLevelType w:val="hybridMultilevel"/>
    <w:tmpl w:val="3CCA8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55A"/>
    <w:multiLevelType w:val="hybridMultilevel"/>
    <w:tmpl w:val="69A20A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393B4E"/>
    <w:multiLevelType w:val="hybridMultilevel"/>
    <w:tmpl w:val="F2461A22"/>
    <w:lvl w:ilvl="0" w:tplc="6E70195A">
      <w:numFmt w:val="bullet"/>
      <w:lvlText w:val=""/>
      <w:lvlJc w:val="left"/>
      <w:pPr>
        <w:ind w:left="16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40D14BB0"/>
    <w:multiLevelType w:val="hybridMultilevel"/>
    <w:tmpl w:val="709A2D5C"/>
    <w:lvl w:ilvl="0" w:tplc="0C8800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0C6573"/>
    <w:multiLevelType w:val="hybridMultilevel"/>
    <w:tmpl w:val="66C281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A06BF3"/>
    <w:multiLevelType w:val="hybridMultilevel"/>
    <w:tmpl w:val="529CB32C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0C7837"/>
    <w:multiLevelType w:val="hybridMultilevel"/>
    <w:tmpl w:val="3C808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D22DD"/>
    <w:multiLevelType w:val="hybridMultilevel"/>
    <w:tmpl w:val="565ED2CA"/>
    <w:lvl w:ilvl="0" w:tplc="6E041C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15B55"/>
    <w:multiLevelType w:val="hybridMultilevel"/>
    <w:tmpl w:val="25D01A1C"/>
    <w:lvl w:ilvl="0" w:tplc="8578AE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8C75EC"/>
    <w:multiLevelType w:val="hybridMultilevel"/>
    <w:tmpl w:val="37F28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F14BE"/>
    <w:multiLevelType w:val="multilevel"/>
    <w:tmpl w:val="83DC23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</w:abstractNum>
  <w:abstractNum w:abstractNumId="19">
    <w:nsid w:val="5F73031A"/>
    <w:multiLevelType w:val="hybridMultilevel"/>
    <w:tmpl w:val="939A1F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4148CD"/>
    <w:multiLevelType w:val="hybridMultilevel"/>
    <w:tmpl w:val="28B40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5806A7"/>
    <w:multiLevelType w:val="hybridMultilevel"/>
    <w:tmpl w:val="ADD07A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B0914"/>
    <w:multiLevelType w:val="hybridMultilevel"/>
    <w:tmpl w:val="FB022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E92A0F"/>
    <w:multiLevelType w:val="hybridMultilevel"/>
    <w:tmpl w:val="7048E1FA"/>
    <w:lvl w:ilvl="0" w:tplc="E16A20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1E5929"/>
    <w:multiLevelType w:val="hybridMultilevel"/>
    <w:tmpl w:val="1D580D36"/>
    <w:lvl w:ilvl="0" w:tplc="6E041C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0307B8"/>
    <w:multiLevelType w:val="multilevel"/>
    <w:tmpl w:val="AE1E2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27">
    <w:nsid w:val="7EB07E3C"/>
    <w:multiLevelType w:val="hybridMultilevel"/>
    <w:tmpl w:val="0D7A62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"/>
  </w:num>
  <w:num w:numId="4">
    <w:abstractNumId w:val="5"/>
  </w:num>
  <w:num w:numId="5">
    <w:abstractNumId w:val="2"/>
  </w:num>
  <w:num w:numId="6">
    <w:abstractNumId w:val="24"/>
  </w:num>
  <w:num w:numId="7">
    <w:abstractNumId w:val="16"/>
  </w:num>
  <w:num w:numId="8">
    <w:abstractNumId w:val="15"/>
  </w:num>
  <w:num w:numId="9">
    <w:abstractNumId w:val="4"/>
  </w:num>
  <w:num w:numId="10">
    <w:abstractNumId w:val="19"/>
  </w:num>
  <w:num w:numId="11">
    <w:abstractNumId w:val="26"/>
  </w:num>
  <w:num w:numId="12">
    <w:abstractNumId w:val="0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7"/>
  </w:num>
  <w:num w:numId="16">
    <w:abstractNumId w:val="14"/>
  </w:num>
  <w:num w:numId="17">
    <w:abstractNumId w:val="8"/>
  </w:num>
  <w:num w:numId="18">
    <w:abstractNumId w:val="3"/>
  </w:num>
  <w:num w:numId="19">
    <w:abstractNumId w:val="27"/>
  </w:num>
  <w:num w:numId="20">
    <w:abstractNumId w:val="12"/>
  </w:num>
  <w:num w:numId="21">
    <w:abstractNumId w:val="18"/>
  </w:num>
  <w:num w:numId="22">
    <w:abstractNumId w:val="6"/>
  </w:num>
  <w:num w:numId="23">
    <w:abstractNumId w:val="21"/>
  </w:num>
  <w:num w:numId="24">
    <w:abstractNumId w:val="9"/>
  </w:num>
  <w:num w:numId="25">
    <w:abstractNumId w:val="13"/>
  </w:num>
  <w:num w:numId="26">
    <w:abstractNumId w:val="25"/>
  </w:num>
  <w:num w:numId="27">
    <w:abstractNumId w:val="10"/>
  </w:num>
  <w:num w:numId="28">
    <w:abstractNumId w:val="23"/>
  </w:num>
  <w:numIdMacAtCleanup w:val="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.lipiarz">
    <w15:presenceInfo w15:providerId="None" w15:userId="anna.lipiar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B75"/>
    <w:rsid w:val="0000053F"/>
    <w:rsid w:val="000063B9"/>
    <w:rsid w:val="00010A42"/>
    <w:rsid w:val="000143F2"/>
    <w:rsid w:val="00024015"/>
    <w:rsid w:val="00026939"/>
    <w:rsid w:val="00026D02"/>
    <w:rsid w:val="00037C21"/>
    <w:rsid w:val="000432A1"/>
    <w:rsid w:val="00053243"/>
    <w:rsid w:val="0005352D"/>
    <w:rsid w:val="0006565E"/>
    <w:rsid w:val="00067EFE"/>
    <w:rsid w:val="0009073B"/>
    <w:rsid w:val="000A354B"/>
    <w:rsid w:val="000B6841"/>
    <w:rsid w:val="000C1BB5"/>
    <w:rsid w:val="000C331A"/>
    <w:rsid w:val="000D0A53"/>
    <w:rsid w:val="000D0E4A"/>
    <w:rsid w:val="000D54B9"/>
    <w:rsid w:val="000D7DBB"/>
    <w:rsid w:val="000E0F5C"/>
    <w:rsid w:val="000E12BE"/>
    <w:rsid w:val="000E538F"/>
    <w:rsid w:val="000F3813"/>
    <w:rsid w:val="000F38F9"/>
    <w:rsid w:val="000F6056"/>
    <w:rsid w:val="000F6B36"/>
    <w:rsid w:val="00120EA8"/>
    <w:rsid w:val="00126EFB"/>
    <w:rsid w:val="001361B3"/>
    <w:rsid w:val="001373F6"/>
    <w:rsid w:val="00140852"/>
    <w:rsid w:val="00142059"/>
    <w:rsid w:val="001520EF"/>
    <w:rsid w:val="00152CA5"/>
    <w:rsid w:val="00170A44"/>
    <w:rsid w:val="00171010"/>
    <w:rsid w:val="00172633"/>
    <w:rsid w:val="00174B8D"/>
    <w:rsid w:val="00175D69"/>
    <w:rsid w:val="001766D0"/>
    <w:rsid w:val="0017676E"/>
    <w:rsid w:val="00180707"/>
    <w:rsid w:val="001829B4"/>
    <w:rsid w:val="001859AC"/>
    <w:rsid w:val="001A12FD"/>
    <w:rsid w:val="001A50DA"/>
    <w:rsid w:val="001B220E"/>
    <w:rsid w:val="001C672C"/>
    <w:rsid w:val="001D7FAF"/>
    <w:rsid w:val="001E180E"/>
    <w:rsid w:val="001E365B"/>
    <w:rsid w:val="001E46D9"/>
    <w:rsid w:val="001E5D3D"/>
    <w:rsid w:val="001E7341"/>
    <w:rsid w:val="001F0D48"/>
    <w:rsid w:val="001F489F"/>
    <w:rsid w:val="00200C28"/>
    <w:rsid w:val="002057DB"/>
    <w:rsid w:val="002078CB"/>
    <w:rsid w:val="00221F98"/>
    <w:rsid w:val="00225414"/>
    <w:rsid w:val="00230A6E"/>
    <w:rsid w:val="00232F8A"/>
    <w:rsid w:val="00233B13"/>
    <w:rsid w:val="00237E62"/>
    <w:rsid w:val="00240063"/>
    <w:rsid w:val="0024534D"/>
    <w:rsid w:val="00254393"/>
    <w:rsid w:val="00254A64"/>
    <w:rsid w:val="002557FB"/>
    <w:rsid w:val="00257ADB"/>
    <w:rsid w:val="00277640"/>
    <w:rsid w:val="0028598C"/>
    <w:rsid w:val="00292C9E"/>
    <w:rsid w:val="0029349E"/>
    <w:rsid w:val="00293E1A"/>
    <w:rsid w:val="002A2117"/>
    <w:rsid w:val="002A6E5C"/>
    <w:rsid w:val="002B214A"/>
    <w:rsid w:val="002B2242"/>
    <w:rsid w:val="002C018D"/>
    <w:rsid w:val="002C28AF"/>
    <w:rsid w:val="002E195E"/>
    <w:rsid w:val="002E73B9"/>
    <w:rsid w:val="002F3587"/>
    <w:rsid w:val="0030639D"/>
    <w:rsid w:val="00311BAA"/>
    <w:rsid w:val="003149CE"/>
    <w:rsid w:val="0032557E"/>
    <w:rsid w:val="00342586"/>
    <w:rsid w:val="00350DC0"/>
    <w:rsid w:val="00354AC0"/>
    <w:rsid w:val="0036229F"/>
    <w:rsid w:val="00362C51"/>
    <w:rsid w:val="003677CE"/>
    <w:rsid w:val="003714E9"/>
    <w:rsid w:val="003719A0"/>
    <w:rsid w:val="00383201"/>
    <w:rsid w:val="00383FDD"/>
    <w:rsid w:val="00387C93"/>
    <w:rsid w:val="00390E4A"/>
    <w:rsid w:val="00393829"/>
    <w:rsid w:val="00395577"/>
    <w:rsid w:val="00396920"/>
    <w:rsid w:val="00396EE6"/>
    <w:rsid w:val="003A3906"/>
    <w:rsid w:val="003A4D37"/>
    <w:rsid w:val="003B08D9"/>
    <w:rsid w:val="003B53EB"/>
    <w:rsid w:val="003B78A8"/>
    <w:rsid w:val="003C4350"/>
    <w:rsid w:val="003C5E7B"/>
    <w:rsid w:val="003D0D93"/>
    <w:rsid w:val="003D0F98"/>
    <w:rsid w:val="003D106A"/>
    <w:rsid w:val="003D10AA"/>
    <w:rsid w:val="003E2539"/>
    <w:rsid w:val="003F14C8"/>
    <w:rsid w:val="0040347B"/>
    <w:rsid w:val="00411F38"/>
    <w:rsid w:val="004200CE"/>
    <w:rsid w:val="00425F85"/>
    <w:rsid w:val="00427679"/>
    <w:rsid w:val="00457331"/>
    <w:rsid w:val="00467036"/>
    <w:rsid w:val="00473800"/>
    <w:rsid w:val="00473FD3"/>
    <w:rsid w:val="004758A5"/>
    <w:rsid w:val="00476E20"/>
    <w:rsid w:val="00481BBE"/>
    <w:rsid w:val="00482400"/>
    <w:rsid w:val="004959AC"/>
    <w:rsid w:val="00495B91"/>
    <w:rsid w:val="00497822"/>
    <w:rsid w:val="004A2F36"/>
    <w:rsid w:val="004B181E"/>
    <w:rsid w:val="004B27B7"/>
    <w:rsid w:val="004C1C3F"/>
    <w:rsid w:val="004C5493"/>
    <w:rsid w:val="004E1B75"/>
    <w:rsid w:val="004F4F2B"/>
    <w:rsid w:val="004F539B"/>
    <w:rsid w:val="004F6C8B"/>
    <w:rsid w:val="00511482"/>
    <w:rsid w:val="00511B5A"/>
    <w:rsid w:val="00522C1A"/>
    <w:rsid w:val="0052367D"/>
    <w:rsid w:val="005251E7"/>
    <w:rsid w:val="00525C85"/>
    <w:rsid w:val="00546887"/>
    <w:rsid w:val="0054781B"/>
    <w:rsid w:val="00553B5C"/>
    <w:rsid w:val="00554E6F"/>
    <w:rsid w:val="0056308C"/>
    <w:rsid w:val="00564992"/>
    <w:rsid w:val="005665DF"/>
    <w:rsid w:val="00566CFE"/>
    <w:rsid w:val="0057204A"/>
    <w:rsid w:val="00596F2F"/>
    <w:rsid w:val="005A7A0A"/>
    <w:rsid w:val="005A7EE8"/>
    <w:rsid w:val="005B3112"/>
    <w:rsid w:val="005B7AE8"/>
    <w:rsid w:val="005C3965"/>
    <w:rsid w:val="005C7609"/>
    <w:rsid w:val="005D0871"/>
    <w:rsid w:val="005E1CC4"/>
    <w:rsid w:val="005E2075"/>
    <w:rsid w:val="005E4EAC"/>
    <w:rsid w:val="005F2256"/>
    <w:rsid w:val="005F4F3B"/>
    <w:rsid w:val="005F6AE2"/>
    <w:rsid w:val="00610CF6"/>
    <w:rsid w:val="0062060B"/>
    <w:rsid w:val="006224C0"/>
    <w:rsid w:val="0062316B"/>
    <w:rsid w:val="0062523B"/>
    <w:rsid w:val="00626F39"/>
    <w:rsid w:val="00630CFD"/>
    <w:rsid w:val="00633F2F"/>
    <w:rsid w:val="00637732"/>
    <w:rsid w:val="0064017C"/>
    <w:rsid w:val="00646F52"/>
    <w:rsid w:val="006510E8"/>
    <w:rsid w:val="00660D27"/>
    <w:rsid w:val="0066167B"/>
    <w:rsid w:val="00667F83"/>
    <w:rsid w:val="0068424E"/>
    <w:rsid w:val="006908AD"/>
    <w:rsid w:val="006A7DB0"/>
    <w:rsid w:val="006A7FC1"/>
    <w:rsid w:val="006C1A4E"/>
    <w:rsid w:val="006C6144"/>
    <w:rsid w:val="006E2AA6"/>
    <w:rsid w:val="006F01E4"/>
    <w:rsid w:val="006F240D"/>
    <w:rsid w:val="00700C6B"/>
    <w:rsid w:val="007010CE"/>
    <w:rsid w:val="00705E77"/>
    <w:rsid w:val="007108B2"/>
    <w:rsid w:val="00721AE7"/>
    <w:rsid w:val="0072497C"/>
    <w:rsid w:val="00726360"/>
    <w:rsid w:val="00727A83"/>
    <w:rsid w:val="00730123"/>
    <w:rsid w:val="00745653"/>
    <w:rsid w:val="0075095D"/>
    <w:rsid w:val="00751339"/>
    <w:rsid w:val="00751C66"/>
    <w:rsid w:val="007613CF"/>
    <w:rsid w:val="0076240D"/>
    <w:rsid w:val="00762D7D"/>
    <w:rsid w:val="007657CB"/>
    <w:rsid w:val="00766975"/>
    <w:rsid w:val="00773935"/>
    <w:rsid w:val="00790F5F"/>
    <w:rsid w:val="00791260"/>
    <w:rsid w:val="007922DD"/>
    <w:rsid w:val="007A3162"/>
    <w:rsid w:val="007A7EBB"/>
    <w:rsid w:val="007B5595"/>
    <w:rsid w:val="007B7420"/>
    <w:rsid w:val="007C5031"/>
    <w:rsid w:val="007D7C22"/>
    <w:rsid w:val="007D7E1F"/>
    <w:rsid w:val="007E1FF7"/>
    <w:rsid w:val="007E28EB"/>
    <w:rsid w:val="007F38C4"/>
    <w:rsid w:val="008053E2"/>
    <w:rsid w:val="00812CEA"/>
    <w:rsid w:val="00816C17"/>
    <w:rsid w:val="00825DF7"/>
    <w:rsid w:val="00831C3E"/>
    <w:rsid w:val="008336AD"/>
    <w:rsid w:val="00833F50"/>
    <w:rsid w:val="0083483B"/>
    <w:rsid w:val="008353AA"/>
    <w:rsid w:val="00840CD7"/>
    <w:rsid w:val="00843003"/>
    <w:rsid w:val="0085274A"/>
    <w:rsid w:val="00854205"/>
    <w:rsid w:val="00867B63"/>
    <w:rsid w:val="008730A5"/>
    <w:rsid w:val="00876C6C"/>
    <w:rsid w:val="0088287B"/>
    <w:rsid w:val="008A254F"/>
    <w:rsid w:val="008A6923"/>
    <w:rsid w:val="008A7A1B"/>
    <w:rsid w:val="008B65CB"/>
    <w:rsid w:val="008B6E97"/>
    <w:rsid w:val="008D77DE"/>
    <w:rsid w:val="008E51C9"/>
    <w:rsid w:val="008F2047"/>
    <w:rsid w:val="008F3D2E"/>
    <w:rsid w:val="00913B6D"/>
    <w:rsid w:val="00916B92"/>
    <w:rsid w:val="0092398D"/>
    <w:rsid w:val="009301BF"/>
    <w:rsid w:val="0093091E"/>
    <w:rsid w:val="00936D2C"/>
    <w:rsid w:val="00951C0C"/>
    <w:rsid w:val="009540D7"/>
    <w:rsid w:val="0095546E"/>
    <w:rsid w:val="00961420"/>
    <w:rsid w:val="0096370D"/>
    <w:rsid w:val="00965419"/>
    <w:rsid w:val="009817ED"/>
    <w:rsid w:val="00981CC6"/>
    <w:rsid w:val="0098493E"/>
    <w:rsid w:val="009949ED"/>
    <w:rsid w:val="009A3DEF"/>
    <w:rsid w:val="009B5712"/>
    <w:rsid w:val="009D62B2"/>
    <w:rsid w:val="009E1EAE"/>
    <w:rsid w:val="009E3599"/>
    <w:rsid w:val="009E5CA9"/>
    <w:rsid w:val="009F0A59"/>
    <w:rsid w:val="009F0F2F"/>
    <w:rsid w:val="009F7301"/>
    <w:rsid w:val="00A002BC"/>
    <w:rsid w:val="00A126C5"/>
    <w:rsid w:val="00A12B80"/>
    <w:rsid w:val="00A20FE6"/>
    <w:rsid w:val="00A237E6"/>
    <w:rsid w:val="00A24D44"/>
    <w:rsid w:val="00A2619C"/>
    <w:rsid w:val="00A30F49"/>
    <w:rsid w:val="00A317AB"/>
    <w:rsid w:val="00A50CA5"/>
    <w:rsid w:val="00A52CAC"/>
    <w:rsid w:val="00A53569"/>
    <w:rsid w:val="00A604B4"/>
    <w:rsid w:val="00A61476"/>
    <w:rsid w:val="00A66630"/>
    <w:rsid w:val="00A66F4C"/>
    <w:rsid w:val="00A67651"/>
    <w:rsid w:val="00A779DA"/>
    <w:rsid w:val="00A90B65"/>
    <w:rsid w:val="00A9313E"/>
    <w:rsid w:val="00A93F45"/>
    <w:rsid w:val="00AA681D"/>
    <w:rsid w:val="00AA7128"/>
    <w:rsid w:val="00AB14C3"/>
    <w:rsid w:val="00AB3633"/>
    <w:rsid w:val="00AC3537"/>
    <w:rsid w:val="00AC5C4B"/>
    <w:rsid w:val="00AD7E62"/>
    <w:rsid w:val="00AE1E84"/>
    <w:rsid w:val="00AF0B90"/>
    <w:rsid w:val="00AF6270"/>
    <w:rsid w:val="00B13BB7"/>
    <w:rsid w:val="00B25773"/>
    <w:rsid w:val="00B25C78"/>
    <w:rsid w:val="00B25ED6"/>
    <w:rsid w:val="00B33470"/>
    <w:rsid w:val="00B377AA"/>
    <w:rsid w:val="00B42B66"/>
    <w:rsid w:val="00B502B2"/>
    <w:rsid w:val="00B56FE2"/>
    <w:rsid w:val="00B83E9C"/>
    <w:rsid w:val="00B850C1"/>
    <w:rsid w:val="00B95C42"/>
    <w:rsid w:val="00B977DC"/>
    <w:rsid w:val="00BA2981"/>
    <w:rsid w:val="00BB1812"/>
    <w:rsid w:val="00BB4EDF"/>
    <w:rsid w:val="00BC37AC"/>
    <w:rsid w:val="00BC407A"/>
    <w:rsid w:val="00BD7AE0"/>
    <w:rsid w:val="00BE108F"/>
    <w:rsid w:val="00BE35A6"/>
    <w:rsid w:val="00C040F2"/>
    <w:rsid w:val="00C07700"/>
    <w:rsid w:val="00C106CC"/>
    <w:rsid w:val="00C15960"/>
    <w:rsid w:val="00C15C8B"/>
    <w:rsid w:val="00C52ABE"/>
    <w:rsid w:val="00C52BB7"/>
    <w:rsid w:val="00C52E67"/>
    <w:rsid w:val="00C536E7"/>
    <w:rsid w:val="00C55DC4"/>
    <w:rsid w:val="00C73541"/>
    <w:rsid w:val="00C82C11"/>
    <w:rsid w:val="00C83C15"/>
    <w:rsid w:val="00C842F8"/>
    <w:rsid w:val="00C94095"/>
    <w:rsid w:val="00CA19B2"/>
    <w:rsid w:val="00CA2502"/>
    <w:rsid w:val="00CA27C0"/>
    <w:rsid w:val="00CA3374"/>
    <w:rsid w:val="00CA35E4"/>
    <w:rsid w:val="00CA5CDB"/>
    <w:rsid w:val="00CA7AD6"/>
    <w:rsid w:val="00CB327E"/>
    <w:rsid w:val="00CD3100"/>
    <w:rsid w:val="00CE4FA4"/>
    <w:rsid w:val="00CF136F"/>
    <w:rsid w:val="00CF293E"/>
    <w:rsid w:val="00D03D15"/>
    <w:rsid w:val="00D06763"/>
    <w:rsid w:val="00D16970"/>
    <w:rsid w:val="00D1751F"/>
    <w:rsid w:val="00D263FF"/>
    <w:rsid w:val="00D26CC4"/>
    <w:rsid w:val="00D32B28"/>
    <w:rsid w:val="00D401B3"/>
    <w:rsid w:val="00D50823"/>
    <w:rsid w:val="00D531D9"/>
    <w:rsid w:val="00D53C40"/>
    <w:rsid w:val="00D556EF"/>
    <w:rsid w:val="00D562CA"/>
    <w:rsid w:val="00D56CCB"/>
    <w:rsid w:val="00D65F26"/>
    <w:rsid w:val="00D71897"/>
    <w:rsid w:val="00D971E8"/>
    <w:rsid w:val="00DA52C0"/>
    <w:rsid w:val="00DA668E"/>
    <w:rsid w:val="00DB45B1"/>
    <w:rsid w:val="00DB583F"/>
    <w:rsid w:val="00DC14EC"/>
    <w:rsid w:val="00DC2B2C"/>
    <w:rsid w:val="00DE3461"/>
    <w:rsid w:val="00DE3A1E"/>
    <w:rsid w:val="00DF4092"/>
    <w:rsid w:val="00DF66AF"/>
    <w:rsid w:val="00DF6D8F"/>
    <w:rsid w:val="00DF7950"/>
    <w:rsid w:val="00E06489"/>
    <w:rsid w:val="00E101F1"/>
    <w:rsid w:val="00E13933"/>
    <w:rsid w:val="00E1523D"/>
    <w:rsid w:val="00E1684D"/>
    <w:rsid w:val="00E36B61"/>
    <w:rsid w:val="00E37929"/>
    <w:rsid w:val="00E40E5E"/>
    <w:rsid w:val="00E5354F"/>
    <w:rsid w:val="00E62BFE"/>
    <w:rsid w:val="00E64B4C"/>
    <w:rsid w:val="00E6591B"/>
    <w:rsid w:val="00E67956"/>
    <w:rsid w:val="00E732DF"/>
    <w:rsid w:val="00E74794"/>
    <w:rsid w:val="00E91C2E"/>
    <w:rsid w:val="00E95CE8"/>
    <w:rsid w:val="00E96DD8"/>
    <w:rsid w:val="00EA1CA2"/>
    <w:rsid w:val="00EA7757"/>
    <w:rsid w:val="00EA7B74"/>
    <w:rsid w:val="00EB38F2"/>
    <w:rsid w:val="00EE0644"/>
    <w:rsid w:val="00EE06FC"/>
    <w:rsid w:val="00EE0784"/>
    <w:rsid w:val="00EE41E2"/>
    <w:rsid w:val="00EE7BA2"/>
    <w:rsid w:val="00F118B6"/>
    <w:rsid w:val="00F13274"/>
    <w:rsid w:val="00F23C01"/>
    <w:rsid w:val="00F26230"/>
    <w:rsid w:val="00F2757A"/>
    <w:rsid w:val="00F276A0"/>
    <w:rsid w:val="00F27D06"/>
    <w:rsid w:val="00F318C7"/>
    <w:rsid w:val="00F31C60"/>
    <w:rsid w:val="00F3406E"/>
    <w:rsid w:val="00F426DD"/>
    <w:rsid w:val="00F429CE"/>
    <w:rsid w:val="00F4488F"/>
    <w:rsid w:val="00F52533"/>
    <w:rsid w:val="00F52BE5"/>
    <w:rsid w:val="00F56463"/>
    <w:rsid w:val="00F72B9D"/>
    <w:rsid w:val="00F81B6C"/>
    <w:rsid w:val="00FA60EC"/>
    <w:rsid w:val="00FC4698"/>
    <w:rsid w:val="00FD3EEE"/>
    <w:rsid w:val="00FD7864"/>
    <w:rsid w:val="00FE1ADD"/>
    <w:rsid w:val="00FE5F5F"/>
    <w:rsid w:val="00FE63DD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9F5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3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AA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128"/>
    <w:rPr>
      <w:rFonts w:ascii="Courier New" w:eastAsia="Times New Roman" w:hAnsi="Courier New" w:cs="Courier New"/>
      <w:color w:val="000000"/>
    </w:rPr>
  </w:style>
  <w:style w:type="paragraph" w:customStyle="1" w:styleId="Default">
    <w:name w:val="Default"/>
    <w:rsid w:val="00AA71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p1,List Paragraph2"/>
    <w:basedOn w:val="Normalny"/>
    <w:link w:val="AkapitzlistZnak"/>
    <w:qFormat/>
    <w:rsid w:val="00AA7128"/>
    <w:pPr>
      <w:ind w:left="720"/>
      <w:contextualSpacing/>
    </w:pPr>
  </w:style>
  <w:style w:type="paragraph" w:customStyle="1" w:styleId="Tekstpodstawowy31">
    <w:name w:val="Tekst podstawowy 31"/>
    <w:basedOn w:val="Normalny"/>
    <w:rsid w:val="00AA712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A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A4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A44"/>
    <w:rPr>
      <w:vertAlign w:val="superscript"/>
    </w:rPr>
  </w:style>
  <w:style w:type="paragraph" w:customStyle="1" w:styleId="Style5">
    <w:name w:val="Style5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32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32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3274"/>
    <w:rPr>
      <w:lang w:eastAsia="en-US"/>
    </w:rPr>
  </w:style>
  <w:style w:type="character" w:customStyle="1" w:styleId="Teksttreci2">
    <w:name w:val="Tekst treści (2)_"/>
    <w:link w:val="Teksttreci20"/>
    <w:locked/>
    <w:rsid w:val="0068424E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24E"/>
    <w:pPr>
      <w:widowControl w:val="0"/>
      <w:shd w:val="clear" w:color="auto" w:fill="FFFFFF"/>
      <w:spacing w:after="0" w:line="500" w:lineRule="exact"/>
      <w:ind w:hanging="38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basedOn w:val="Normalny"/>
    <w:uiPriority w:val="99"/>
    <w:rsid w:val="0068424E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20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204A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3969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96920"/>
    <w:rPr>
      <w:i/>
      <w:iCs/>
    </w:rPr>
  </w:style>
  <w:style w:type="paragraph" w:styleId="Poprawka">
    <w:name w:val="Revision"/>
    <w:hidden/>
    <w:uiPriority w:val="99"/>
    <w:semiHidden/>
    <w:rsid w:val="005F6AE2"/>
    <w:rPr>
      <w:sz w:val="22"/>
      <w:szCs w:val="22"/>
      <w:lang w:eastAsia="en-US"/>
    </w:rPr>
  </w:style>
  <w:style w:type="character" w:customStyle="1" w:styleId="AkapitzlistZnak">
    <w:name w:val="Akapit z listą Znak"/>
    <w:aliases w:val="lp1 Znak,List Paragraph2 Znak"/>
    <w:link w:val="Akapitzlist"/>
    <w:locked/>
    <w:rsid w:val="00AF627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3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rsid w:val="00AA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7128"/>
    <w:rPr>
      <w:rFonts w:ascii="Courier New" w:eastAsia="Times New Roman" w:hAnsi="Courier New" w:cs="Courier New"/>
      <w:color w:val="000000"/>
    </w:rPr>
  </w:style>
  <w:style w:type="paragraph" w:customStyle="1" w:styleId="Default">
    <w:name w:val="Default"/>
    <w:rsid w:val="00AA71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p1,List Paragraph2"/>
    <w:basedOn w:val="Normalny"/>
    <w:link w:val="AkapitzlistZnak"/>
    <w:qFormat/>
    <w:rsid w:val="00AA7128"/>
    <w:pPr>
      <w:ind w:left="720"/>
      <w:contextualSpacing/>
    </w:pPr>
  </w:style>
  <w:style w:type="paragraph" w:customStyle="1" w:styleId="Tekstpodstawowy31">
    <w:name w:val="Tekst podstawowy 31"/>
    <w:basedOn w:val="Normalny"/>
    <w:rsid w:val="00AA712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0A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0A44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0A44"/>
    <w:rPr>
      <w:vertAlign w:val="superscript"/>
    </w:rPr>
  </w:style>
  <w:style w:type="paragraph" w:customStyle="1" w:styleId="Style5">
    <w:name w:val="Style5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B22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6510E8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32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32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3274"/>
    <w:rPr>
      <w:lang w:eastAsia="en-US"/>
    </w:rPr>
  </w:style>
  <w:style w:type="character" w:customStyle="1" w:styleId="Teksttreci2">
    <w:name w:val="Tekst treści (2)_"/>
    <w:link w:val="Teksttreci20"/>
    <w:locked/>
    <w:rsid w:val="0068424E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24E"/>
    <w:pPr>
      <w:widowControl w:val="0"/>
      <w:shd w:val="clear" w:color="auto" w:fill="FFFFFF"/>
      <w:spacing w:after="0" w:line="500" w:lineRule="exact"/>
      <w:ind w:hanging="38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basedOn w:val="Normalny"/>
    <w:uiPriority w:val="99"/>
    <w:rsid w:val="0068424E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20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204A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3969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96920"/>
    <w:rPr>
      <w:i/>
      <w:iCs/>
    </w:rPr>
  </w:style>
  <w:style w:type="paragraph" w:styleId="Poprawka">
    <w:name w:val="Revision"/>
    <w:hidden/>
    <w:uiPriority w:val="99"/>
    <w:semiHidden/>
    <w:rsid w:val="005F6AE2"/>
    <w:rPr>
      <w:sz w:val="22"/>
      <w:szCs w:val="22"/>
      <w:lang w:eastAsia="en-US"/>
    </w:rPr>
  </w:style>
  <w:style w:type="character" w:customStyle="1" w:styleId="AkapitzlistZnak">
    <w:name w:val="Akapit z listą Znak"/>
    <w:aliases w:val="lp1 Znak,List Paragraph2 Znak"/>
    <w:link w:val="Akapitzlist"/>
    <w:locked/>
    <w:rsid w:val="00AF627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4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2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ta%20Antonowicz\AppData\Local\Microsoft\Windows\Temporary%20Internet%20Files\Content.Outlook\DBOFSHAR\RDOS_Warszawa_WOF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7B076-167E-47E4-8B3B-E7E846C3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RDOS_Warszawa_WOF</Template>
  <TotalTime>1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Antonowicz</dc:creator>
  <cp:lastModifiedBy>barbara.szydlo</cp:lastModifiedBy>
  <cp:revision>3</cp:revision>
  <cp:lastPrinted>2018-07-20T10:45:00Z</cp:lastPrinted>
  <dcterms:created xsi:type="dcterms:W3CDTF">2018-07-20T12:49:00Z</dcterms:created>
  <dcterms:modified xsi:type="dcterms:W3CDTF">2018-07-20T12:50:00Z</dcterms:modified>
</cp:coreProperties>
</file>